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8CA9937" w14:textId="77777777" w:rsidTr="00F862D6">
        <w:tc>
          <w:tcPr>
            <w:tcW w:w="1020" w:type="dxa"/>
          </w:tcPr>
          <w:p w14:paraId="633EE793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23F4B97" wp14:editId="476F6B7D">
                      <wp:simplePos x="0" y="0"/>
                      <wp:positionH relativeFrom="page">
                        <wp:posOffset>2550160</wp:posOffset>
                      </wp:positionH>
                      <wp:positionV relativeFrom="page">
                        <wp:posOffset>136525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42581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3F4B9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0.8pt;margin-top:10.7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wcB6M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8042581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F46DE38" w14:textId="77777777" w:rsidR="00F64786" w:rsidRDefault="00F64786" w:rsidP="0077673A"/>
        </w:tc>
        <w:tc>
          <w:tcPr>
            <w:tcW w:w="823" w:type="dxa"/>
          </w:tcPr>
          <w:p w14:paraId="5CC81928" w14:textId="77777777" w:rsidR="00F64786" w:rsidRDefault="00F64786" w:rsidP="0077673A"/>
        </w:tc>
        <w:tc>
          <w:tcPr>
            <w:tcW w:w="3685" w:type="dxa"/>
          </w:tcPr>
          <w:p w14:paraId="0379F577" w14:textId="77777777" w:rsidR="00F64786" w:rsidRDefault="00F64786" w:rsidP="0077673A"/>
        </w:tc>
      </w:tr>
      <w:tr w:rsidR="00F862D6" w14:paraId="5AEEC243" w14:textId="77777777" w:rsidTr="00596C7E">
        <w:tc>
          <w:tcPr>
            <w:tcW w:w="1020" w:type="dxa"/>
          </w:tcPr>
          <w:p w14:paraId="0F64BBA9" w14:textId="77777777" w:rsidR="00F862D6" w:rsidRDefault="00F862D6" w:rsidP="0077673A"/>
        </w:tc>
        <w:tc>
          <w:tcPr>
            <w:tcW w:w="2552" w:type="dxa"/>
          </w:tcPr>
          <w:p w14:paraId="267FEC6E" w14:textId="77777777" w:rsidR="00F862D6" w:rsidRDefault="00F862D6" w:rsidP="00764595"/>
        </w:tc>
        <w:tc>
          <w:tcPr>
            <w:tcW w:w="823" w:type="dxa"/>
          </w:tcPr>
          <w:p w14:paraId="149E0DFB" w14:textId="77777777" w:rsidR="00F862D6" w:rsidRDefault="00F862D6" w:rsidP="0077673A"/>
        </w:tc>
        <w:tc>
          <w:tcPr>
            <w:tcW w:w="3685" w:type="dxa"/>
            <w:vMerge w:val="restart"/>
          </w:tcPr>
          <w:p w14:paraId="0E8B1DBE" w14:textId="77777777" w:rsidR="00596C7E" w:rsidRDefault="00596C7E" w:rsidP="00596C7E">
            <w:pPr>
              <w:rPr>
                <w:rStyle w:val="Potovnadresa"/>
              </w:rPr>
            </w:pPr>
          </w:p>
          <w:p w14:paraId="0A00C76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364C2" w14:paraId="6D3C26A9" w14:textId="77777777" w:rsidTr="00F862D6">
        <w:tc>
          <w:tcPr>
            <w:tcW w:w="1020" w:type="dxa"/>
          </w:tcPr>
          <w:p w14:paraId="149F6A3F" w14:textId="77777777" w:rsidR="001364C2" w:rsidRPr="00A5527C" w:rsidRDefault="001364C2" w:rsidP="001364C2">
            <w:r w:rsidRPr="00A5527C">
              <w:t>Naše zn.</w:t>
            </w:r>
          </w:p>
        </w:tc>
        <w:tc>
          <w:tcPr>
            <w:tcW w:w="2552" w:type="dxa"/>
          </w:tcPr>
          <w:p w14:paraId="42BBA790" w14:textId="173CC678" w:rsidR="001364C2" w:rsidRPr="00A5527C" w:rsidRDefault="00F36F0A" w:rsidP="001364C2">
            <w:r w:rsidRPr="00F36F0A">
              <w:t>14124/2021-SŽ-SSV-Ú3</w:t>
            </w:r>
          </w:p>
        </w:tc>
        <w:tc>
          <w:tcPr>
            <w:tcW w:w="823" w:type="dxa"/>
          </w:tcPr>
          <w:p w14:paraId="34180D64" w14:textId="77777777" w:rsidR="001364C2" w:rsidRDefault="001364C2" w:rsidP="001364C2"/>
        </w:tc>
        <w:tc>
          <w:tcPr>
            <w:tcW w:w="3685" w:type="dxa"/>
            <w:vMerge/>
          </w:tcPr>
          <w:p w14:paraId="19C67326" w14:textId="77777777" w:rsidR="001364C2" w:rsidRDefault="001364C2" w:rsidP="001364C2"/>
        </w:tc>
      </w:tr>
      <w:tr w:rsidR="001364C2" w14:paraId="5CDC89E1" w14:textId="77777777" w:rsidTr="00F862D6">
        <w:tc>
          <w:tcPr>
            <w:tcW w:w="1020" w:type="dxa"/>
          </w:tcPr>
          <w:p w14:paraId="37A40187" w14:textId="77777777" w:rsidR="001364C2" w:rsidRPr="00E63464" w:rsidRDefault="001364C2" w:rsidP="001364C2">
            <w:r w:rsidRPr="00E63464">
              <w:t>Listů/příloh</w:t>
            </w:r>
          </w:p>
        </w:tc>
        <w:tc>
          <w:tcPr>
            <w:tcW w:w="2552" w:type="dxa"/>
          </w:tcPr>
          <w:p w14:paraId="29DB73AF" w14:textId="7AA551FD" w:rsidR="001364C2" w:rsidRPr="00E63464" w:rsidRDefault="00E63464" w:rsidP="001364C2">
            <w:r w:rsidRPr="00E63464">
              <w:t>4</w:t>
            </w:r>
            <w:r w:rsidR="001364C2" w:rsidRPr="00E63464">
              <w:t>/0</w:t>
            </w:r>
          </w:p>
        </w:tc>
        <w:tc>
          <w:tcPr>
            <w:tcW w:w="823" w:type="dxa"/>
          </w:tcPr>
          <w:p w14:paraId="62F1B9AB" w14:textId="77777777" w:rsidR="001364C2" w:rsidRDefault="001364C2" w:rsidP="001364C2"/>
        </w:tc>
        <w:tc>
          <w:tcPr>
            <w:tcW w:w="3685" w:type="dxa"/>
            <w:vMerge/>
          </w:tcPr>
          <w:p w14:paraId="6E6CBEB1" w14:textId="77777777" w:rsidR="001364C2" w:rsidRDefault="001364C2" w:rsidP="001364C2">
            <w:pPr>
              <w:rPr>
                <w:noProof/>
              </w:rPr>
            </w:pPr>
          </w:p>
        </w:tc>
      </w:tr>
      <w:tr w:rsidR="001364C2" w14:paraId="276B9EB5" w14:textId="77777777" w:rsidTr="00B23CA3">
        <w:trPr>
          <w:trHeight w:val="77"/>
        </w:trPr>
        <w:tc>
          <w:tcPr>
            <w:tcW w:w="1020" w:type="dxa"/>
          </w:tcPr>
          <w:p w14:paraId="13A26711" w14:textId="77777777" w:rsidR="001364C2" w:rsidRDefault="001364C2" w:rsidP="001364C2"/>
        </w:tc>
        <w:tc>
          <w:tcPr>
            <w:tcW w:w="2552" w:type="dxa"/>
          </w:tcPr>
          <w:p w14:paraId="5858A0FC" w14:textId="77777777" w:rsidR="001364C2" w:rsidRPr="003E6B9A" w:rsidRDefault="001364C2" w:rsidP="001364C2"/>
        </w:tc>
        <w:tc>
          <w:tcPr>
            <w:tcW w:w="823" w:type="dxa"/>
          </w:tcPr>
          <w:p w14:paraId="5B24CB06" w14:textId="77777777" w:rsidR="001364C2" w:rsidRDefault="001364C2" w:rsidP="001364C2"/>
        </w:tc>
        <w:tc>
          <w:tcPr>
            <w:tcW w:w="3685" w:type="dxa"/>
            <w:vMerge/>
          </w:tcPr>
          <w:p w14:paraId="2D8D791A" w14:textId="77777777" w:rsidR="001364C2" w:rsidRDefault="001364C2" w:rsidP="001364C2"/>
        </w:tc>
      </w:tr>
      <w:tr w:rsidR="001364C2" w14:paraId="140A3389" w14:textId="77777777" w:rsidTr="00F862D6">
        <w:tc>
          <w:tcPr>
            <w:tcW w:w="1020" w:type="dxa"/>
          </w:tcPr>
          <w:p w14:paraId="66B44B6F" w14:textId="77777777" w:rsidR="001364C2" w:rsidRDefault="001364C2" w:rsidP="001364C2">
            <w:r>
              <w:t>Vyřizuje</w:t>
            </w:r>
          </w:p>
        </w:tc>
        <w:tc>
          <w:tcPr>
            <w:tcW w:w="2552" w:type="dxa"/>
          </w:tcPr>
          <w:p w14:paraId="2DBEDEAE" w14:textId="11C8D016" w:rsidR="001364C2" w:rsidRPr="003E6B9A" w:rsidRDefault="001364C2" w:rsidP="001364C2">
            <w:r w:rsidRPr="006F7BE2">
              <w:t>Ing. Radomíra Rečková</w:t>
            </w:r>
          </w:p>
        </w:tc>
        <w:tc>
          <w:tcPr>
            <w:tcW w:w="823" w:type="dxa"/>
          </w:tcPr>
          <w:p w14:paraId="0E718EA2" w14:textId="77777777" w:rsidR="001364C2" w:rsidRDefault="001364C2" w:rsidP="001364C2"/>
        </w:tc>
        <w:tc>
          <w:tcPr>
            <w:tcW w:w="3685" w:type="dxa"/>
            <w:vMerge/>
          </w:tcPr>
          <w:p w14:paraId="35799307" w14:textId="77777777" w:rsidR="001364C2" w:rsidRDefault="001364C2" w:rsidP="001364C2"/>
        </w:tc>
      </w:tr>
      <w:tr w:rsidR="001364C2" w14:paraId="64856602" w14:textId="77777777" w:rsidTr="00F862D6">
        <w:tc>
          <w:tcPr>
            <w:tcW w:w="1020" w:type="dxa"/>
          </w:tcPr>
          <w:p w14:paraId="6667C6E4" w14:textId="77777777" w:rsidR="001364C2" w:rsidRDefault="001364C2" w:rsidP="001364C2"/>
        </w:tc>
        <w:tc>
          <w:tcPr>
            <w:tcW w:w="2552" w:type="dxa"/>
          </w:tcPr>
          <w:p w14:paraId="3645F48B" w14:textId="77777777" w:rsidR="001364C2" w:rsidRPr="003E6B9A" w:rsidRDefault="001364C2" w:rsidP="001364C2"/>
        </w:tc>
        <w:tc>
          <w:tcPr>
            <w:tcW w:w="823" w:type="dxa"/>
          </w:tcPr>
          <w:p w14:paraId="34C33890" w14:textId="77777777" w:rsidR="001364C2" w:rsidRDefault="001364C2" w:rsidP="001364C2"/>
        </w:tc>
        <w:tc>
          <w:tcPr>
            <w:tcW w:w="3685" w:type="dxa"/>
            <w:vMerge/>
          </w:tcPr>
          <w:p w14:paraId="405DAB67" w14:textId="77777777" w:rsidR="001364C2" w:rsidRDefault="001364C2" w:rsidP="001364C2"/>
        </w:tc>
      </w:tr>
      <w:tr w:rsidR="001364C2" w14:paraId="769484CD" w14:textId="77777777" w:rsidTr="00F862D6">
        <w:tc>
          <w:tcPr>
            <w:tcW w:w="1020" w:type="dxa"/>
          </w:tcPr>
          <w:p w14:paraId="6CA74187" w14:textId="77777777" w:rsidR="001364C2" w:rsidRDefault="001364C2" w:rsidP="001364C2">
            <w:r>
              <w:t>Mobil</w:t>
            </w:r>
          </w:p>
        </w:tc>
        <w:tc>
          <w:tcPr>
            <w:tcW w:w="2552" w:type="dxa"/>
          </w:tcPr>
          <w:p w14:paraId="6789B9F9" w14:textId="5FE39BE8" w:rsidR="001364C2" w:rsidRPr="003E6B9A" w:rsidRDefault="001364C2" w:rsidP="001364C2">
            <w:r>
              <w:t>+420 725 744 197</w:t>
            </w:r>
          </w:p>
        </w:tc>
        <w:tc>
          <w:tcPr>
            <w:tcW w:w="823" w:type="dxa"/>
          </w:tcPr>
          <w:p w14:paraId="29B06EE2" w14:textId="77777777" w:rsidR="001364C2" w:rsidRDefault="001364C2" w:rsidP="001364C2"/>
        </w:tc>
        <w:tc>
          <w:tcPr>
            <w:tcW w:w="3685" w:type="dxa"/>
            <w:vMerge/>
          </w:tcPr>
          <w:p w14:paraId="709A9D61" w14:textId="77777777" w:rsidR="001364C2" w:rsidRDefault="001364C2" w:rsidP="001364C2"/>
        </w:tc>
      </w:tr>
      <w:tr w:rsidR="001364C2" w14:paraId="0B7A1A39" w14:textId="77777777" w:rsidTr="00F862D6">
        <w:tc>
          <w:tcPr>
            <w:tcW w:w="1020" w:type="dxa"/>
          </w:tcPr>
          <w:p w14:paraId="3AB7A256" w14:textId="77777777" w:rsidR="001364C2" w:rsidRDefault="001364C2" w:rsidP="001364C2">
            <w:r>
              <w:t>E-mail</w:t>
            </w:r>
          </w:p>
        </w:tc>
        <w:tc>
          <w:tcPr>
            <w:tcW w:w="2552" w:type="dxa"/>
          </w:tcPr>
          <w:p w14:paraId="31DB8C71" w14:textId="39E0EACC" w:rsidR="001364C2" w:rsidRPr="003E6B9A" w:rsidRDefault="001364C2" w:rsidP="001364C2">
            <w:r w:rsidRPr="001727F5">
              <w:t>Reckova@spravazeleznic.cz</w:t>
            </w:r>
          </w:p>
        </w:tc>
        <w:tc>
          <w:tcPr>
            <w:tcW w:w="823" w:type="dxa"/>
          </w:tcPr>
          <w:p w14:paraId="4EA7A4AA" w14:textId="77777777" w:rsidR="001364C2" w:rsidRDefault="001364C2" w:rsidP="001364C2"/>
        </w:tc>
        <w:tc>
          <w:tcPr>
            <w:tcW w:w="3685" w:type="dxa"/>
            <w:vMerge/>
          </w:tcPr>
          <w:p w14:paraId="1064F0E4" w14:textId="77777777" w:rsidR="001364C2" w:rsidRDefault="001364C2" w:rsidP="001364C2"/>
        </w:tc>
      </w:tr>
      <w:tr w:rsidR="009A7568" w14:paraId="1E640958" w14:textId="77777777" w:rsidTr="00F862D6">
        <w:tc>
          <w:tcPr>
            <w:tcW w:w="1020" w:type="dxa"/>
          </w:tcPr>
          <w:p w14:paraId="664CA371" w14:textId="77777777" w:rsidR="009A7568" w:rsidRDefault="009A7568" w:rsidP="009A7568"/>
        </w:tc>
        <w:tc>
          <w:tcPr>
            <w:tcW w:w="2552" w:type="dxa"/>
          </w:tcPr>
          <w:p w14:paraId="252722BC" w14:textId="77777777" w:rsidR="009A7568" w:rsidRPr="003E6B9A" w:rsidRDefault="009A7568" w:rsidP="009A7568"/>
        </w:tc>
        <w:tc>
          <w:tcPr>
            <w:tcW w:w="823" w:type="dxa"/>
          </w:tcPr>
          <w:p w14:paraId="696C435C" w14:textId="77777777" w:rsidR="009A7568" w:rsidRDefault="009A7568" w:rsidP="009A7568"/>
        </w:tc>
        <w:tc>
          <w:tcPr>
            <w:tcW w:w="3685" w:type="dxa"/>
          </w:tcPr>
          <w:p w14:paraId="7961220B" w14:textId="77777777" w:rsidR="009A7568" w:rsidRDefault="009A7568" w:rsidP="009A7568"/>
        </w:tc>
      </w:tr>
      <w:tr w:rsidR="009A7568" w14:paraId="0D1C522D" w14:textId="77777777" w:rsidTr="00F862D6">
        <w:tc>
          <w:tcPr>
            <w:tcW w:w="1020" w:type="dxa"/>
          </w:tcPr>
          <w:p w14:paraId="7EC726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91CB273" w14:textId="4B73B70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714E3">
              <w:rPr>
                <w:noProof/>
              </w:rPr>
              <w:t>2.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F6B73A" w14:textId="77777777" w:rsidR="009A7568" w:rsidRDefault="009A7568" w:rsidP="009A7568"/>
        </w:tc>
        <w:tc>
          <w:tcPr>
            <w:tcW w:w="3685" w:type="dxa"/>
          </w:tcPr>
          <w:p w14:paraId="3FDFF08E" w14:textId="77777777" w:rsidR="009A7568" w:rsidRDefault="009A7568" w:rsidP="009A7568"/>
        </w:tc>
      </w:tr>
      <w:tr w:rsidR="00F64786" w14:paraId="2573FFFB" w14:textId="77777777" w:rsidTr="00F862D6">
        <w:tc>
          <w:tcPr>
            <w:tcW w:w="1020" w:type="dxa"/>
          </w:tcPr>
          <w:p w14:paraId="128952FB" w14:textId="77777777" w:rsidR="00F64786" w:rsidRDefault="00F64786" w:rsidP="0077673A"/>
        </w:tc>
        <w:tc>
          <w:tcPr>
            <w:tcW w:w="2552" w:type="dxa"/>
          </w:tcPr>
          <w:p w14:paraId="3941175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12A1CC3" w14:textId="77777777" w:rsidR="00F64786" w:rsidRDefault="00F64786" w:rsidP="0077673A"/>
        </w:tc>
        <w:tc>
          <w:tcPr>
            <w:tcW w:w="3685" w:type="dxa"/>
          </w:tcPr>
          <w:p w14:paraId="179E0D61" w14:textId="77777777" w:rsidR="00F64786" w:rsidRDefault="00F64786" w:rsidP="0077673A"/>
        </w:tc>
      </w:tr>
      <w:tr w:rsidR="00F862D6" w14:paraId="46D17563" w14:textId="77777777" w:rsidTr="00B45E9E">
        <w:trPr>
          <w:trHeight w:val="794"/>
        </w:trPr>
        <w:tc>
          <w:tcPr>
            <w:tcW w:w="1020" w:type="dxa"/>
          </w:tcPr>
          <w:p w14:paraId="6E300D6F" w14:textId="77777777" w:rsidR="00F862D6" w:rsidRDefault="00F862D6" w:rsidP="0077673A"/>
        </w:tc>
        <w:tc>
          <w:tcPr>
            <w:tcW w:w="2552" w:type="dxa"/>
          </w:tcPr>
          <w:p w14:paraId="44803F94" w14:textId="77777777" w:rsidR="00F862D6" w:rsidRDefault="00F862D6" w:rsidP="00F310F8"/>
        </w:tc>
        <w:tc>
          <w:tcPr>
            <w:tcW w:w="823" w:type="dxa"/>
          </w:tcPr>
          <w:p w14:paraId="0713EC1B" w14:textId="77777777" w:rsidR="00F862D6" w:rsidRDefault="00F862D6" w:rsidP="0077673A"/>
        </w:tc>
        <w:tc>
          <w:tcPr>
            <w:tcW w:w="3685" w:type="dxa"/>
          </w:tcPr>
          <w:p w14:paraId="22558B65" w14:textId="77777777" w:rsidR="00F862D6" w:rsidRDefault="00F862D6" w:rsidP="0077673A"/>
        </w:tc>
      </w:tr>
    </w:tbl>
    <w:p w14:paraId="6C912CAE" w14:textId="77777777" w:rsidR="00CB7B5A" w:rsidRPr="003C0B6D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610952" w:rsidRPr="00610952">
        <w:rPr>
          <w:rFonts w:eastAsia="Calibri" w:cs="Times New Roman"/>
          <w:b/>
          <w:lang w:eastAsia="cs-CZ"/>
        </w:rPr>
        <w:t xml:space="preserve">Dokončení I. žel. </w:t>
      </w:r>
      <w:proofErr w:type="gramStart"/>
      <w:r w:rsidR="00610952" w:rsidRPr="00610952">
        <w:rPr>
          <w:rFonts w:eastAsia="Calibri" w:cs="Times New Roman"/>
          <w:b/>
          <w:lang w:eastAsia="cs-CZ"/>
        </w:rPr>
        <w:t>koridoru</w:t>
      </w:r>
      <w:proofErr w:type="gramEnd"/>
      <w:r w:rsidR="00610952" w:rsidRPr="00610952">
        <w:rPr>
          <w:rFonts w:eastAsia="Calibri" w:cs="Times New Roman"/>
          <w:b/>
          <w:lang w:eastAsia="cs-CZ"/>
        </w:rPr>
        <w:t xml:space="preserve"> v trať. </w:t>
      </w:r>
      <w:r w:rsidR="00610952" w:rsidRPr="003C0B6D">
        <w:rPr>
          <w:rFonts w:eastAsia="Calibri" w:cs="Times New Roman"/>
          <w:b/>
          <w:lang w:eastAsia="cs-CZ"/>
        </w:rPr>
        <w:t xml:space="preserve">úseku Lanžhot (ČR) – </w:t>
      </w:r>
      <w:proofErr w:type="spellStart"/>
      <w:r w:rsidR="00610952" w:rsidRPr="003C0B6D">
        <w:rPr>
          <w:rFonts w:eastAsia="Calibri" w:cs="Times New Roman"/>
          <w:b/>
          <w:lang w:eastAsia="cs-CZ"/>
        </w:rPr>
        <w:t>Kúty</w:t>
      </w:r>
      <w:proofErr w:type="spellEnd"/>
      <w:r w:rsidR="00610952" w:rsidRPr="003C0B6D">
        <w:rPr>
          <w:rFonts w:eastAsia="Calibri" w:cs="Times New Roman"/>
          <w:b/>
          <w:lang w:eastAsia="cs-CZ"/>
        </w:rPr>
        <w:t xml:space="preserve"> (SR)</w:t>
      </w:r>
    </w:p>
    <w:p w14:paraId="186C07A0" w14:textId="3A921B80" w:rsidR="00CB7B5A" w:rsidRPr="003C0B6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C0B6D">
        <w:rPr>
          <w:rFonts w:eastAsia="Calibri" w:cs="Times New Roman"/>
          <w:lang w:eastAsia="cs-CZ"/>
        </w:rPr>
        <w:t xml:space="preserve">Vysvětlení/ změna/ doplnění zadávací </w:t>
      </w:r>
      <w:r w:rsidR="006F112A" w:rsidRPr="003C0B6D">
        <w:rPr>
          <w:rFonts w:eastAsia="Calibri" w:cs="Times New Roman"/>
          <w:lang w:eastAsia="cs-CZ"/>
        </w:rPr>
        <w:t>dokumentace č</w:t>
      </w:r>
      <w:r w:rsidR="005B5E78" w:rsidRPr="003C0B6D">
        <w:rPr>
          <w:rFonts w:eastAsia="Calibri" w:cs="Times New Roman"/>
          <w:lang w:eastAsia="cs-CZ"/>
        </w:rPr>
        <w:t xml:space="preserve">. </w:t>
      </w:r>
      <w:r w:rsidR="00D553F4">
        <w:rPr>
          <w:rFonts w:eastAsia="Calibri" w:cs="Times New Roman"/>
          <w:lang w:eastAsia="cs-CZ"/>
        </w:rPr>
        <w:t>9</w:t>
      </w:r>
    </w:p>
    <w:p w14:paraId="036D34B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3C0B6D">
        <w:rPr>
          <w:rFonts w:eastAsia="Calibri" w:cs="Times New Roman"/>
        </w:rPr>
        <w:t xml:space="preserve">ve smyslu </w:t>
      </w:r>
      <w:r w:rsidRPr="003C0B6D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14:paraId="0F8BC458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0737527E" w14:textId="14AE871D" w:rsidR="00A975C1" w:rsidRDefault="00A975C1" w:rsidP="00A975C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D4B3C6" w14:textId="52A7C4A1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54</w:t>
      </w:r>
      <w:r w:rsidRPr="00BD5319">
        <w:rPr>
          <w:rFonts w:eastAsia="Calibri" w:cs="Times New Roman"/>
          <w:b/>
          <w:lang w:eastAsia="cs-CZ"/>
        </w:rPr>
        <w:t>:</w:t>
      </w:r>
    </w:p>
    <w:p w14:paraId="4945D968" w14:textId="77777777" w:rsidR="00ED5578" w:rsidRP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 TZ se píše:</w:t>
      </w:r>
    </w:p>
    <w:p w14:paraId="17B256E8" w14:textId="202DB0B0" w:rsidR="00ED5578" w:rsidRP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noProof/>
          <w:lang w:eastAsia="cs-CZ"/>
        </w:rPr>
        <w:drawing>
          <wp:inline distT="0" distB="0" distL="0" distR="0" wp14:anchorId="0F72FC4D" wp14:editId="7E5F1175">
            <wp:extent cx="5895975" cy="892175"/>
            <wp:effectExtent l="0" t="0" r="9525" b="317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60DD" w14:textId="1C1C03BE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Ve VV jsme nenalezli odpovídající položky pro přeložení kabelizace. Žádáme zadavatele o prověření / vysvětlení</w:t>
      </w:r>
      <w:r>
        <w:rPr>
          <w:rFonts w:eastAsia="Times New Roman" w:cs="Times New Roman"/>
          <w:lang w:eastAsia="cs-CZ"/>
        </w:rPr>
        <w:t>.</w:t>
      </w:r>
    </w:p>
    <w:p w14:paraId="7BEDBF05" w14:textId="77777777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AC6209E" w14:textId="5C7F31E8" w:rsidR="00ED5578" w:rsidRPr="00D553F4" w:rsidRDefault="00097521" w:rsidP="00ED5578">
      <w:pPr>
        <w:spacing w:after="0" w:line="240" w:lineRule="auto"/>
        <w:jc w:val="both"/>
      </w:pPr>
      <w:r w:rsidRPr="00D553F4">
        <w:rPr>
          <w:rFonts w:eastAsia="Calibri" w:cs="Times New Roman"/>
          <w:lang w:eastAsia="cs-CZ"/>
        </w:rPr>
        <w:t xml:space="preserve">Návrh provizorní kabelizace je na </w:t>
      </w:r>
      <w:proofErr w:type="spellStart"/>
      <w:proofErr w:type="gramStart"/>
      <w:r w:rsidRPr="00D553F4">
        <w:rPr>
          <w:rFonts w:eastAsia="Calibri" w:cs="Times New Roman"/>
          <w:lang w:eastAsia="cs-CZ"/>
        </w:rPr>
        <w:t>v.č</w:t>
      </w:r>
      <w:proofErr w:type="spellEnd"/>
      <w:r w:rsidRPr="00D553F4">
        <w:rPr>
          <w:rFonts w:eastAsia="Calibri" w:cs="Times New Roman"/>
          <w:lang w:eastAsia="cs-CZ"/>
        </w:rPr>
        <w:t>.</w:t>
      </w:r>
      <w:proofErr w:type="gramEnd"/>
      <w:r w:rsidRPr="00D553F4">
        <w:rPr>
          <w:rFonts w:eastAsia="Calibri" w:cs="Times New Roman"/>
          <w:lang w:eastAsia="cs-CZ"/>
        </w:rPr>
        <w:t xml:space="preserve"> 0802. Kabely definitivní i provizorní jsou uvedeny v tabulce kabelů </w:t>
      </w:r>
      <w:proofErr w:type="spellStart"/>
      <w:proofErr w:type="gramStart"/>
      <w:r w:rsidRPr="00D553F4">
        <w:rPr>
          <w:rFonts w:eastAsia="Calibri" w:cs="Times New Roman"/>
          <w:lang w:eastAsia="cs-CZ"/>
        </w:rPr>
        <w:t>v.č</w:t>
      </w:r>
      <w:proofErr w:type="spellEnd"/>
      <w:r w:rsidRPr="00D553F4">
        <w:rPr>
          <w:rFonts w:eastAsia="Calibri" w:cs="Times New Roman"/>
          <w:lang w:eastAsia="cs-CZ"/>
        </w:rPr>
        <w:t>.</w:t>
      </w:r>
      <w:proofErr w:type="gramEnd"/>
      <w:r w:rsidRPr="00D553F4">
        <w:rPr>
          <w:rFonts w:eastAsia="Calibri" w:cs="Times New Roman"/>
          <w:lang w:eastAsia="cs-CZ"/>
        </w:rPr>
        <w:t xml:space="preserve"> 0801. Množství kabelů v soupisu prací odpovídá množství všech kabelů v tabulce a ve</w:t>
      </w:r>
      <w:r w:rsidR="00DE779A" w:rsidRPr="00D553F4">
        <w:rPr>
          <w:rFonts w:eastAsia="Calibri" w:cs="Times New Roman"/>
          <w:lang w:eastAsia="cs-CZ"/>
        </w:rPr>
        <w:t> </w:t>
      </w:r>
      <w:r w:rsidRPr="00D553F4">
        <w:rPr>
          <w:rFonts w:eastAsia="Calibri" w:cs="Times New Roman"/>
          <w:lang w:eastAsia="cs-CZ"/>
        </w:rPr>
        <w:t>výkresech. Položky 48-55.</w:t>
      </w:r>
    </w:p>
    <w:p w14:paraId="4DDE4CB3" w14:textId="36FF700C" w:rsidR="00ED5578" w:rsidRDefault="00ED5578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007A40C6" w14:textId="77777777" w:rsidR="00ED5578" w:rsidRDefault="00ED5578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6431603E" w14:textId="01E6AE84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55</w:t>
      </w:r>
      <w:r w:rsidRPr="00BD5319">
        <w:rPr>
          <w:rFonts w:eastAsia="Calibri" w:cs="Times New Roman"/>
          <w:b/>
          <w:lang w:eastAsia="cs-CZ"/>
        </w:rPr>
        <w:t>:</w:t>
      </w:r>
    </w:p>
    <w:p w14:paraId="27170085" w14:textId="77777777" w:rsidR="00ED5578" w:rsidRP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Ve VV se nachází položka: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50"/>
        <w:gridCol w:w="302"/>
        <w:gridCol w:w="6134"/>
        <w:gridCol w:w="425"/>
        <w:gridCol w:w="850"/>
      </w:tblGrid>
      <w:tr w:rsidR="00ED5578" w:rsidRPr="00ED5578" w14:paraId="54AAC752" w14:textId="77777777" w:rsidTr="00ED5578">
        <w:trPr>
          <w:trHeight w:val="300"/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7BB5F3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FF7A0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742H22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CBB8DA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4342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KABEL NN ČTYŘ- A PĚTIŽÍLOVÝ AL S PLASTOVOU IZOLACÍ OD 4 DO 16 MM2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4206F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D0A8E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70,000</w:t>
            </w:r>
          </w:p>
        </w:tc>
      </w:tr>
    </w:tbl>
    <w:p w14:paraId="323EBCE1" w14:textId="77777777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Pro tuto položku jsme nenalezli uplatnění. Žádáme zadavatele o prověření / vysvětlení.</w:t>
      </w:r>
    </w:p>
    <w:p w14:paraId="7CC5B710" w14:textId="703EBF53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77A2315" w14:textId="62273320" w:rsidR="00097521" w:rsidRDefault="00097521" w:rsidP="0009752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D553F4">
        <w:rPr>
          <w:rFonts w:eastAsia="Calibri" w:cs="Times New Roman"/>
          <w:lang w:eastAsia="cs-CZ"/>
        </w:rPr>
        <w:t>Jedná se o omyl, položka byla ze soupisu prací odstraněna.</w:t>
      </w:r>
    </w:p>
    <w:p w14:paraId="14E1378E" w14:textId="1F1D0FC4" w:rsidR="00DA2DFF" w:rsidRDefault="00DA2DFF" w:rsidP="0009752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38F28920" w14:textId="42BC1D93" w:rsidR="00DA2DFF" w:rsidRDefault="00DA2DFF" w:rsidP="00097521">
      <w:pPr>
        <w:spacing w:after="0" w:line="240" w:lineRule="auto"/>
        <w:jc w:val="both"/>
      </w:pPr>
      <w:r w:rsidRPr="00DA2DFF">
        <w:rPr>
          <w:noProof/>
          <w:lang w:eastAsia="cs-CZ"/>
        </w:rPr>
        <w:drawing>
          <wp:inline distT="0" distB="0" distL="0" distR="0" wp14:anchorId="6011D27C" wp14:editId="33735977">
            <wp:extent cx="5525770" cy="1096645"/>
            <wp:effectExtent l="0" t="0" r="0" b="825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109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D0AEA" w14:textId="77777777" w:rsidR="00ED5578" w:rsidRDefault="00ED5578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1BE91E9C" w14:textId="294C9BEB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56</w:t>
      </w:r>
      <w:r w:rsidRPr="00BD5319">
        <w:rPr>
          <w:rFonts w:eastAsia="Calibri" w:cs="Times New Roman"/>
          <w:b/>
          <w:lang w:eastAsia="cs-CZ"/>
        </w:rPr>
        <w:t>:</w:t>
      </w:r>
    </w:p>
    <w:p w14:paraId="45B90A34" w14:textId="77777777" w:rsidR="00ED5578" w:rsidRP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Ve VV se nachází položky: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902"/>
        <w:gridCol w:w="160"/>
        <w:gridCol w:w="6150"/>
        <w:gridCol w:w="567"/>
        <w:gridCol w:w="778"/>
      </w:tblGrid>
      <w:tr w:rsidR="00ED5578" w:rsidRPr="00ED5578" w14:paraId="30556856" w14:textId="77777777" w:rsidTr="00ED5578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C945C1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87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85E749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75C851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06C41E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A29D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SADA PROPOJEK PRO PŘIPOJENÍ STYKOVÉHO TRANSFORMÁTORU, SYMETRIZAČNÍ TLUMIVKY KE KOLEJNICI - DODÁVKA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D15AA4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8F3E4A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10,000</w:t>
            </w:r>
          </w:p>
        </w:tc>
      </w:tr>
      <w:tr w:rsidR="00ED5578" w:rsidRPr="00ED5578" w14:paraId="62545058" w14:textId="77777777" w:rsidTr="00ED5578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081B5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88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CEE1E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75C857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7EE49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23E4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SADA PROPOJEK PRO PŘIPOJENÍ STYKOVÉHO TRANSFORMÁTORU, SYMETRIZAČNÍ TLUMIVKY KE KOLEJNICI - MONTÁŽ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68C3D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2ED2A9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12,000</w:t>
            </w:r>
          </w:p>
        </w:tc>
      </w:tr>
      <w:tr w:rsidR="00ED5578" w:rsidRPr="00ED5578" w14:paraId="0C2E3685" w14:textId="77777777" w:rsidTr="00ED5578">
        <w:trPr>
          <w:trHeight w:val="510"/>
          <w:jc w:val="center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9B2D96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lastRenderedPageBreak/>
              <w:t>89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30C9BA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75C858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7D68A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6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2A40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SADA PROPOJEK PRO PŘIPOJENÍ STYKOVÉHO TRANSFORMÁTORU, SYMETRIZAČNÍ TLUMIVKY KE KOLEJNICI - DEMONTÁŽ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97A2FA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KUS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446D6" w14:textId="77777777" w:rsidR="00ED5578" w:rsidRPr="00ED5578" w:rsidRDefault="00ED5578" w:rsidP="00ED5578">
            <w:pPr>
              <w:spacing w:after="0" w:line="240" w:lineRule="auto"/>
              <w:jc w:val="both"/>
              <w:rPr>
                <w:rFonts w:eastAsia="Times New Roman" w:cs="Times New Roman"/>
                <w:lang w:eastAsia="cs-CZ"/>
              </w:rPr>
            </w:pPr>
            <w:r w:rsidRPr="00ED5578">
              <w:rPr>
                <w:rFonts w:eastAsia="Times New Roman" w:cs="Times New Roman"/>
                <w:lang w:eastAsia="cs-CZ"/>
              </w:rPr>
              <w:t>12,000</w:t>
            </w:r>
          </w:p>
        </w:tc>
      </w:tr>
    </w:tbl>
    <w:p w14:paraId="63EE3753" w14:textId="77777777" w:rsidR="00ED5578" w:rsidRP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80B28" w14:textId="44CD4F08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Množství u uvedených položek si vzájemně neodpovídají. Žádáme zadavatele o prověření / vysvětlení</w:t>
      </w:r>
    </w:p>
    <w:p w14:paraId="3BE0D81F" w14:textId="77777777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BCFE7E4" w14:textId="1C44AF00" w:rsidR="00ED5578" w:rsidRPr="00D553F4" w:rsidRDefault="00097521" w:rsidP="00ED557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553F4">
        <w:rPr>
          <w:rFonts w:eastAsia="Calibri" w:cs="Times New Roman"/>
          <w:lang w:eastAsia="cs-CZ"/>
        </w:rPr>
        <w:t>Položky byly</w:t>
      </w:r>
      <w:r w:rsidR="00DE779A" w:rsidRPr="00D553F4">
        <w:rPr>
          <w:rFonts w:eastAsia="Calibri" w:cs="Times New Roman"/>
          <w:lang w:eastAsia="cs-CZ"/>
        </w:rPr>
        <w:t xml:space="preserve"> v soupisu prací</w:t>
      </w:r>
      <w:r w:rsidRPr="00D553F4">
        <w:rPr>
          <w:rFonts w:eastAsia="Calibri" w:cs="Times New Roman"/>
          <w:lang w:eastAsia="cs-CZ"/>
        </w:rPr>
        <w:t xml:space="preserve"> opraveny. </w:t>
      </w:r>
      <w:r w:rsidR="00C43402" w:rsidRPr="00D553F4">
        <w:rPr>
          <w:rFonts w:eastAsia="Calibri" w:cs="Times New Roman"/>
          <w:lang w:eastAsia="cs-CZ"/>
        </w:rPr>
        <w:t>V souvislosti s tímto dotazem</w:t>
      </w:r>
      <w:r w:rsidRPr="00D553F4">
        <w:rPr>
          <w:rFonts w:eastAsia="Calibri" w:cs="Times New Roman"/>
          <w:lang w:eastAsia="cs-CZ"/>
        </w:rPr>
        <w:t xml:space="preserve"> byly prověřeny a</w:t>
      </w:r>
      <w:r w:rsidR="00DE779A" w:rsidRPr="00D553F4">
        <w:rPr>
          <w:rFonts w:eastAsia="Calibri" w:cs="Times New Roman"/>
          <w:lang w:eastAsia="cs-CZ"/>
        </w:rPr>
        <w:t> </w:t>
      </w:r>
      <w:r w:rsidRPr="00D553F4">
        <w:rPr>
          <w:rFonts w:eastAsia="Calibri" w:cs="Times New Roman"/>
          <w:lang w:eastAsia="cs-CZ"/>
        </w:rPr>
        <w:t xml:space="preserve">přepočítány </w:t>
      </w:r>
      <w:r w:rsidR="00CB2C8B" w:rsidRPr="00D553F4">
        <w:rPr>
          <w:rFonts w:eastAsia="Calibri" w:cs="Times New Roman"/>
          <w:lang w:eastAsia="cs-CZ"/>
        </w:rPr>
        <w:t xml:space="preserve">i </w:t>
      </w:r>
      <w:r w:rsidRPr="00D553F4">
        <w:rPr>
          <w:rFonts w:eastAsia="Calibri" w:cs="Times New Roman"/>
          <w:lang w:eastAsia="cs-CZ"/>
        </w:rPr>
        <w:t>položky 84, 85, 86</w:t>
      </w:r>
      <w:r w:rsidR="00C43402" w:rsidRPr="00D553F4">
        <w:rPr>
          <w:rFonts w:eastAsia="Calibri" w:cs="Times New Roman"/>
          <w:lang w:eastAsia="cs-CZ"/>
        </w:rPr>
        <w:t>.</w:t>
      </w:r>
      <w:r w:rsidRPr="00D553F4">
        <w:rPr>
          <w:rFonts w:eastAsia="Calibri" w:cs="Times New Roman"/>
          <w:lang w:eastAsia="cs-CZ"/>
        </w:rPr>
        <w:t xml:space="preserve"> </w:t>
      </w:r>
    </w:p>
    <w:p w14:paraId="174C5DD0" w14:textId="77777777" w:rsidR="00324FF4" w:rsidRDefault="00324FF4" w:rsidP="00ED5578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138D6DB" w14:textId="24040BE4" w:rsidR="00C43402" w:rsidRDefault="00C43402" w:rsidP="00ED5578">
      <w:pPr>
        <w:spacing w:after="0" w:line="240" w:lineRule="auto"/>
        <w:jc w:val="both"/>
      </w:pPr>
      <w:r w:rsidRPr="00C43402">
        <w:rPr>
          <w:noProof/>
          <w:lang w:eastAsia="cs-CZ"/>
        </w:rPr>
        <w:drawing>
          <wp:inline distT="0" distB="0" distL="0" distR="0" wp14:anchorId="7DA8108E" wp14:editId="2C17B193">
            <wp:extent cx="5525770" cy="44640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4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ED95" w14:textId="1CB750C5" w:rsidR="00C43402" w:rsidRDefault="00C43402" w:rsidP="00ED5578">
      <w:pPr>
        <w:spacing w:after="0" w:line="240" w:lineRule="auto"/>
        <w:jc w:val="both"/>
      </w:pPr>
      <w:r w:rsidRPr="00C43402">
        <w:rPr>
          <w:noProof/>
          <w:lang w:eastAsia="cs-CZ"/>
        </w:rPr>
        <w:lastRenderedPageBreak/>
        <w:drawing>
          <wp:inline distT="0" distB="0" distL="0" distR="0" wp14:anchorId="63BC9E0A" wp14:editId="4212DF0A">
            <wp:extent cx="5525770" cy="426783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26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FEC5F" w14:textId="77777777" w:rsidR="00ED5578" w:rsidRDefault="00ED5578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4300AC81" w14:textId="77777777" w:rsidR="003D27A4" w:rsidRDefault="003D27A4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21BCA7C" w14:textId="2BBB1425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BD5319">
        <w:rPr>
          <w:rFonts w:eastAsia="Calibri" w:cs="Times New Roman"/>
          <w:b/>
          <w:lang w:eastAsia="cs-CZ"/>
        </w:rPr>
        <w:t>:</w:t>
      </w:r>
    </w:p>
    <w:p w14:paraId="20785C24" w14:textId="77777777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Ve VV se vyskytuje položka „PŘÍPRAVA A CELKOVÉ ZKOUŠKY PŘEJEZDOVÉHO ZABEZPEČOVACÍHO ZAŘÍZENÍ PRO JEDNU KOLEJ“ s množstvím 4 ks. Vzhledem k tomu, že se jedná o dvoukolejný přejezd, se domníváme, že má mít tato položka 2 ks. Žádáme zadavatele o prověření / vysvětlení.</w:t>
      </w:r>
    </w:p>
    <w:p w14:paraId="403DB905" w14:textId="64761108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3E0FFA1" w14:textId="031C0FD1" w:rsidR="00C43402" w:rsidRPr="005A3939" w:rsidRDefault="00C43402" w:rsidP="00C43402">
      <w:pPr>
        <w:spacing w:after="0" w:line="240" w:lineRule="auto"/>
        <w:jc w:val="both"/>
      </w:pPr>
      <w:r w:rsidRPr="005A3939">
        <w:rPr>
          <w:rFonts w:eastAsia="Calibri" w:cs="Times New Roman"/>
          <w:lang w:eastAsia="cs-CZ"/>
        </w:rPr>
        <w:t xml:space="preserve">Bylo uvažováno s oceněním položky, </w:t>
      </w:r>
      <w:r w:rsidR="00A7498B" w:rsidRPr="005A3939">
        <w:rPr>
          <w:rFonts w:eastAsia="Calibri" w:cs="Times New Roman"/>
          <w:lang w:eastAsia="cs-CZ"/>
        </w:rPr>
        <w:t xml:space="preserve">každá kolej lichý a sudý směr, </w:t>
      </w:r>
      <w:r w:rsidRPr="005A3939">
        <w:rPr>
          <w:rFonts w:eastAsia="Calibri" w:cs="Times New Roman"/>
          <w:lang w:eastAsia="cs-CZ"/>
        </w:rPr>
        <w:t>to znamená celkem 4 ks pro</w:t>
      </w:r>
      <w:r w:rsidR="00A7498B" w:rsidRPr="005A3939">
        <w:rPr>
          <w:rFonts w:eastAsia="Calibri" w:cs="Times New Roman"/>
          <w:lang w:eastAsia="cs-CZ"/>
        </w:rPr>
        <w:t> </w:t>
      </w:r>
      <w:r w:rsidRPr="005A3939">
        <w:rPr>
          <w:rFonts w:eastAsia="Calibri" w:cs="Times New Roman"/>
          <w:lang w:eastAsia="cs-CZ"/>
        </w:rPr>
        <w:t>dvoukolejný přejezd.</w:t>
      </w:r>
    </w:p>
    <w:p w14:paraId="1AEFC212" w14:textId="52DB6536" w:rsidR="00ED5578" w:rsidRDefault="00ED5578" w:rsidP="00ED5578">
      <w:pPr>
        <w:spacing w:after="0" w:line="240" w:lineRule="auto"/>
        <w:jc w:val="both"/>
      </w:pPr>
    </w:p>
    <w:p w14:paraId="45C6986A" w14:textId="77777777" w:rsidR="003D27A4" w:rsidRDefault="003D27A4" w:rsidP="00ED5578">
      <w:pPr>
        <w:spacing w:after="0" w:line="240" w:lineRule="auto"/>
        <w:jc w:val="both"/>
      </w:pPr>
    </w:p>
    <w:p w14:paraId="7D92B569" w14:textId="61D6DD1E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BD5319">
        <w:rPr>
          <w:rFonts w:eastAsia="Calibri" w:cs="Times New Roman"/>
          <w:b/>
          <w:lang w:eastAsia="cs-CZ"/>
        </w:rPr>
        <w:t>:</w:t>
      </w:r>
    </w:p>
    <w:p w14:paraId="004688E4" w14:textId="6E79E1C8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Ve VV se vyskytuje položka „PROTOKOL UTZ“ s množstvím 1 ks. Vzhledem k tomu, že se buduje nové PZZ a TZZ se domníváme, že má mít tato položka 2 ks. Žádáme zadavatele o prověření / vysvětlení.</w:t>
      </w:r>
    </w:p>
    <w:p w14:paraId="2CFE3D2A" w14:textId="77777777" w:rsidR="00ED5578" w:rsidRPr="00BD5319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07D3FCA" w14:textId="28923BF4" w:rsidR="00ED5578" w:rsidRPr="005A3939" w:rsidRDefault="00C43402" w:rsidP="00ED5578">
      <w:pPr>
        <w:spacing w:after="0" w:line="240" w:lineRule="auto"/>
        <w:jc w:val="both"/>
      </w:pPr>
      <w:r w:rsidRPr="005A3939">
        <w:rPr>
          <w:rFonts w:eastAsia="Calibri" w:cs="Times New Roman"/>
          <w:lang w:eastAsia="cs-CZ"/>
        </w:rPr>
        <w:t>Bylo doplněno</w:t>
      </w:r>
      <w:r w:rsidR="00DE779A" w:rsidRPr="005A3939">
        <w:rPr>
          <w:rFonts w:eastAsia="Calibri" w:cs="Times New Roman"/>
          <w:lang w:eastAsia="cs-CZ"/>
        </w:rPr>
        <w:t xml:space="preserve"> do položky č. 117 soupisu prací PS 05-28-02</w:t>
      </w:r>
      <w:r w:rsidRPr="005A3939">
        <w:rPr>
          <w:rFonts w:eastAsia="Calibri" w:cs="Times New Roman"/>
          <w:lang w:eastAsia="cs-CZ"/>
        </w:rPr>
        <w:t>.</w:t>
      </w:r>
    </w:p>
    <w:p w14:paraId="5004EDD7" w14:textId="06E1F4BB" w:rsidR="00ED5578" w:rsidRDefault="00ED5578" w:rsidP="00ED5578">
      <w:pPr>
        <w:spacing w:after="0" w:line="240" w:lineRule="auto"/>
        <w:rPr>
          <w:rFonts w:eastAsia="Times New Roman" w:cs="Times New Roman"/>
          <w:lang w:eastAsia="cs-CZ"/>
        </w:rPr>
      </w:pPr>
    </w:p>
    <w:p w14:paraId="25765A0A" w14:textId="51FA0CF1" w:rsidR="00DE779A" w:rsidRDefault="00DE779A" w:rsidP="00ED5578">
      <w:pPr>
        <w:spacing w:after="0" w:line="240" w:lineRule="auto"/>
        <w:rPr>
          <w:rFonts w:eastAsia="Times New Roman" w:cs="Times New Roman"/>
          <w:lang w:eastAsia="cs-CZ"/>
        </w:rPr>
      </w:pPr>
      <w:r w:rsidRPr="00DE779A">
        <w:rPr>
          <w:noProof/>
          <w:lang w:eastAsia="cs-CZ"/>
        </w:rPr>
        <w:drawing>
          <wp:inline distT="0" distB="0" distL="0" distR="0" wp14:anchorId="2E669A76" wp14:editId="757F1235">
            <wp:extent cx="5525770" cy="900430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0E845" w14:textId="77777777" w:rsidR="00DA2DFF" w:rsidRDefault="00DA2DFF" w:rsidP="00DA2DFF">
      <w:pPr>
        <w:spacing w:after="0" w:line="240" w:lineRule="auto"/>
        <w:jc w:val="both"/>
      </w:pPr>
    </w:p>
    <w:p w14:paraId="3A81EC94" w14:textId="77777777" w:rsidR="003D27A4" w:rsidRDefault="003D27A4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25398E" w14:textId="49AD89EC" w:rsidR="00ED5578" w:rsidRDefault="00ED5578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59</w:t>
      </w:r>
      <w:r w:rsidRPr="00BD5319">
        <w:rPr>
          <w:rFonts w:eastAsia="Calibri" w:cs="Times New Roman"/>
          <w:b/>
          <w:lang w:eastAsia="cs-CZ"/>
        </w:rPr>
        <w:t>:</w:t>
      </w:r>
    </w:p>
    <w:p w14:paraId="771DDE5D" w14:textId="6473ED43" w:rsidR="00ED5578" w:rsidRDefault="00ED5578" w:rsidP="00ED557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D5578">
        <w:rPr>
          <w:rFonts w:eastAsia="Times New Roman" w:cs="Times New Roman"/>
          <w:lang w:eastAsia="cs-CZ"/>
        </w:rPr>
        <w:t>PS 05-28-02. V blokovém schématu napájení (</w:t>
      </w:r>
      <w:proofErr w:type="spellStart"/>
      <w:proofErr w:type="gramStart"/>
      <w:r w:rsidRPr="00ED5578">
        <w:rPr>
          <w:rFonts w:eastAsia="Times New Roman" w:cs="Times New Roman"/>
          <w:lang w:eastAsia="cs-CZ"/>
        </w:rPr>
        <w:t>v.č</w:t>
      </w:r>
      <w:proofErr w:type="spellEnd"/>
      <w:r w:rsidRPr="00ED5578">
        <w:rPr>
          <w:rFonts w:eastAsia="Times New Roman" w:cs="Times New Roman"/>
          <w:lang w:eastAsia="cs-CZ"/>
        </w:rPr>
        <w:t>.</w:t>
      </w:r>
      <w:proofErr w:type="gramEnd"/>
      <w:r w:rsidRPr="00ED5578">
        <w:rPr>
          <w:rFonts w:eastAsia="Times New Roman" w:cs="Times New Roman"/>
          <w:lang w:eastAsia="cs-CZ"/>
        </w:rPr>
        <w:t xml:space="preserve"> 0700) je u RD přejezdu uvedena chladící jednotka. Dle dispozičního schématu předpokládáme jen pasivní chlazení prostřednictvím ventilátorů. V TZ není zmíněno chlazení za pomoci klimatizace. Žádáme zadavatele o prověření / vysvětlení, zda se požaduje vybudování klimatizace pro RD či nikoliv.</w:t>
      </w:r>
    </w:p>
    <w:p w14:paraId="4FE8978F" w14:textId="6A48AC70" w:rsidR="00ED5578" w:rsidRPr="00BD5319" w:rsidRDefault="003D27A4" w:rsidP="00ED557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ED5578" w:rsidRPr="00BD5319">
        <w:rPr>
          <w:rFonts w:eastAsia="Calibri" w:cs="Times New Roman"/>
          <w:b/>
          <w:lang w:eastAsia="cs-CZ"/>
        </w:rPr>
        <w:t xml:space="preserve">Odpověď: </w:t>
      </w:r>
    </w:p>
    <w:p w14:paraId="290B39DE" w14:textId="3F1B176C" w:rsidR="00ED5578" w:rsidRPr="005A3939" w:rsidRDefault="00C43402" w:rsidP="00ED5578">
      <w:pPr>
        <w:spacing w:after="0" w:line="240" w:lineRule="auto"/>
        <w:jc w:val="both"/>
      </w:pPr>
      <w:r w:rsidRPr="005A3939">
        <w:rPr>
          <w:rFonts w:eastAsia="Calibri" w:cs="Times New Roman"/>
          <w:lang w:eastAsia="cs-CZ"/>
        </w:rPr>
        <w:t xml:space="preserve">Pokud </w:t>
      </w:r>
      <w:r w:rsidR="001C0AAB" w:rsidRPr="005A3939">
        <w:rPr>
          <w:rFonts w:eastAsia="Calibri" w:cs="Times New Roman"/>
          <w:lang w:eastAsia="cs-CZ"/>
        </w:rPr>
        <w:t>bude</w:t>
      </w:r>
      <w:r w:rsidRPr="005A3939">
        <w:rPr>
          <w:rFonts w:eastAsia="Calibri" w:cs="Times New Roman"/>
          <w:lang w:eastAsia="cs-CZ"/>
        </w:rPr>
        <w:t xml:space="preserve"> pasivní chlazení dodávané zhotovitelem pro provoz zařízení dostačující, může takto být po dohodě se správcem SSZT Brno. V</w:t>
      </w:r>
      <w:r w:rsidR="00024931" w:rsidRPr="005A3939">
        <w:rPr>
          <w:rFonts w:eastAsia="Calibri" w:cs="Times New Roman"/>
          <w:lang w:eastAsia="cs-CZ"/>
        </w:rPr>
        <w:t> soupisu prací PS 05-28-02</w:t>
      </w:r>
      <w:r w:rsidRPr="005A3939">
        <w:rPr>
          <w:rFonts w:eastAsia="Calibri" w:cs="Times New Roman"/>
          <w:lang w:eastAsia="cs-CZ"/>
        </w:rPr>
        <w:t xml:space="preserve"> v položce č. 103 je dodávka prefabrikovaného RD s klimatizací a vnitřní kabelizací.</w:t>
      </w:r>
    </w:p>
    <w:p w14:paraId="6A6644C4" w14:textId="77777777" w:rsidR="00ED5578" w:rsidRDefault="00ED5578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2DC349BD" w14:textId="504CEF90" w:rsidR="00ED5578" w:rsidRDefault="00ED5578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328F3504" w14:textId="77777777" w:rsidR="00ED5578" w:rsidRPr="00BD5319" w:rsidRDefault="00ED5578" w:rsidP="00414531">
      <w:pPr>
        <w:spacing w:after="0" w:line="240" w:lineRule="auto"/>
        <w:rPr>
          <w:rFonts w:eastAsia="Times New Roman" w:cs="Times New Roman"/>
          <w:lang w:eastAsia="cs-CZ"/>
        </w:rPr>
      </w:pPr>
    </w:p>
    <w:p w14:paraId="63827993" w14:textId="53BF38AA" w:rsidR="00425A2C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292E82">
        <w:rPr>
          <w:rFonts w:eastAsia="Times New Roman" w:cs="Times New Roman"/>
          <w:lang w:eastAsia="cs-CZ"/>
        </w:rPr>
        <w:t xml:space="preserve">provedeny </w:t>
      </w:r>
      <w:r w:rsidRPr="00292E82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6758C9">
        <w:rPr>
          <w:rFonts w:eastAsia="Times New Roman" w:cs="Times New Roman"/>
          <w:lang w:eastAsia="cs-CZ"/>
        </w:rPr>
        <w:t>1</w:t>
      </w:r>
      <w:r w:rsidR="00E63464">
        <w:rPr>
          <w:rFonts w:eastAsia="Times New Roman" w:cs="Times New Roman"/>
          <w:lang w:eastAsia="cs-CZ"/>
        </w:rPr>
        <w:t>9</w:t>
      </w:r>
      <w:r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na den </w:t>
      </w:r>
      <w:proofErr w:type="gramStart"/>
      <w:r w:rsidR="00E63464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>.8.2021</w:t>
      </w:r>
      <w:proofErr w:type="gramEnd"/>
      <w:r w:rsidRPr="00BD5319">
        <w:rPr>
          <w:rFonts w:eastAsia="Times New Roman" w:cs="Times New Roman"/>
          <w:lang w:eastAsia="cs-CZ"/>
        </w:rPr>
        <w:t>.</w:t>
      </w:r>
    </w:p>
    <w:p w14:paraId="0519A744" w14:textId="77777777" w:rsidR="00425A2C" w:rsidRPr="00BD5319" w:rsidRDefault="00425A2C" w:rsidP="00425A2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FD34FDC" w14:textId="067D6FB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6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 w:rsidR="00F87994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VZ </w:t>
      </w:r>
      <w:r w:rsidR="00C64481" w:rsidRPr="00C64481">
        <w:rPr>
          <w:rFonts w:eastAsia="Times New Roman" w:cs="Times New Roman"/>
          <w:lang w:eastAsia="cs-CZ"/>
        </w:rPr>
        <w:t>Z2021-023198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8AB915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F3E8C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0363EC2" w14:textId="3371C565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Pr="00BD5319">
        <w:rPr>
          <w:rFonts w:eastAsia="Times New Roman" w:cs="Times New Roman"/>
          <w:lang w:eastAsia="cs-CZ"/>
        </w:rPr>
        <w:t>v</w:t>
      </w:r>
      <w:r w:rsidR="00966ED1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63464">
        <w:rPr>
          <w:rFonts w:eastAsia="Times New Roman" w:cs="Times New Roman"/>
          <w:lang w:eastAsia="cs-CZ"/>
        </w:rPr>
        <w:t>20</w:t>
      </w:r>
      <w:r w:rsidR="00AB19DA">
        <w:rPr>
          <w:rFonts w:eastAsia="Times New Roman" w:cs="Times New Roman"/>
          <w:lang w:eastAsia="cs-CZ"/>
        </w:rPr>
        <w:t>. 8. 2021</w:t>
      </w:r>
      <w:r w:rsidRPr="00BD5319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C128D3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1EC050D2" w14:textId="6D74F8E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B19DA">
        <w:rPr>
          <w:rFonts w:eastAsia="Times New Roman" w:cs="Times New Roman"/>
          <w:lang w:eastAsia="cs-CZ"/>
        </w:rPr>
        <w:t xml:space="preserve">29. 7. 2021 </w:t>
      </w:r>
      <w:r w:rsidR="000B3A82">
        <w:rPr>
          <w:rFonts w:eastAsia="Times New Roman" w:cs="Times New Roman"/>
          <w:lang w:eastAsia="cs-CZ"/>
        </w:rPr>
        <w:t>v</w:t>
      </w:r>
      <w:r w:rsidR="00966ED1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63464">
        <w:rPr>
          <w:rFonts w:eastAsia="Times New Roman" w:cs="Times New Roman"/>
          <w:lang w:eastAsia="cs-CZ"/>
        </w:rPr>
        <w:t>20</w:t>
      </w:r>
      <w:r w:rsidR="00AB19DA">
        <w:rPr>
          <w:rFonts w:eastAsia="Times New Roman" w:cs="Times New Roman"/>
          <w:lang w:eastAsia="cs-CZ"/>
        </w:rPr>
        <w:t>. 8. 2021</w:t>
      </w:r>
      <w:r w:rsidR="000B3A82">
        <w:rPr>
          <w:rFonts w:eastAsia="Times New Roman" w:cs="Times New Roman"/>
          <w:lang w:eastAsia="cs-CZ"/>
        </w:rPr>
        <w:t xml:space="preserve"> v</w:t>
      </w:r>
      <w:r w:rsidR="000F3B3A">
        <w:rPr>
          <w:rFonts w:eastAsia="Times New Roman" w:cs="Times New Roman"/>
          <w:lang w:eastAsia="cs-CZ"/>
        </w:rPr>
        <w:t> 9:30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52E95A09" w14:textId="77777777" w:rsidR="00BD5319" w:rsidRPr="00C6448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D2FEBA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C6448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</w:t>
      </w:r>
      <w:r w:rsidRPr="00BD5319">
        <w:rPr>
          <w:rFonts w:eastAsia="Calibri" w:cs="Times New Roman"/>
          <w:lang w:eastAsia="cs-CZ"/>
        </w:rPr>
        <w:t xml:space="preserve">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26F499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EBC5CCA" w14:textId="19E3446B" w:rsidR="00BD5319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4008CC">
        <w:rPr>
          <w:rFonts w:eastAsia="Calibri" w:cs="Times New Roman"/>
          <w:b/>
          <w:bCs/>
          <w:lang w:eastAsia="cs-CZ"/>
        </w:rPr>
        <w:t>Příloha:</w:t>
      </w:r>
    </w:p>
    <w:p w14:paraId="3EC47405" w14:textId="6E242849" w:rsidR="004008CC" w:rsidRPr="003A56D9" w:rsidRDefault="003A56D9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Pr="003A56D9">
        <w:rPr>
          <w:rFonts w:eastAsia="Calibri" w:cs="Times New Roman"/>
          <w:bCs/>
          <w:lang w:eastAsia="cs-CZ"/>
        </w:rPr>
        <w:t>XDC_Lanžhot-Kúty_zm07_20210730</w:t>
      </w:r>
    </w:p>
    <w:p w14:paraId="5307E73C" w14:textId="1212ABB4" w:rsidR="003A56D9" w:rsidRPr="003A56D9" w:rsidRDefault="003A56D9" w:rsidP="00BD5319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 xml:space="preserve">Soupis prací </w:t>
      </w:r>
      <w:r w:rsidRPr="003A56D9">
        <w:rPr>
          <w:rFonts w:eastAsia="Calibri" w:cs="Times New Roman"/>
          <w:bCs/>
          <w:lang w:eastAsia="cs-CZ"/>
        </w:rPr>
        <w:t>XLS_Lanžhot-Kúty_zm07_20210730</w:t>
      </w:r>
    </w:p>
    <w:p w14:paraId="6685E3A4" w14:textId="77777777" w:rsidR="004008CC" w:rsidRPr="004008CC" w:rsidRDefault="004008CC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6FCE1531" w14:textId="5B3EF0C7" w:rsidR="001E0A4D" w:rsidRPr="004008CC" w:rsidRDefault="001E0A4D" w:rsidP="00BD5319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18A7F443" w14:textId="77777777" w:rsidR="001E0A4D" w:rsidRPr="004008CC" w:rsidRDefault="001E0A4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4BF445" w14:textId="1723E910" w:rsidR="001E0A4D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08CC">
        <w:rPr>
          <w:rFonts w:eastAsia="Calibri" w:cs="Times New Roman"/>
          <w:lang w:eastAsia="cs-CZ"/>
        </w:rPr>
        <w:t xml:space="preserve">V Praze dne </w:t>
      </w:r>
      <w:r w:rsidR="004008CC" w:rsidRPr="004008CC">
        <w:rPr>
          <w:rFonts w:eastAsia="Calibri" w:cs="Times New Roman"/>
          <w:lang w:eastAsia="cs-CZ"/>
        </w:rPr>
        <w:t>2. 8. 2021</w:t>
      </w:r>
    </w:p>
    <w:p w14:paraId="57B0CE2C" w14:textId="6F60ED7C" w:rsidR="004008CC" w:rsidRDefault="004008CC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839AC4" w14:textId="21E61159" w:rsidR="004008CC" w:rsidRDefault="004008CC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343C81" w14:textId="268EACED" w:rsidR="004008CC" w:rsidRDefault="004008CC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8CD78A" w14:textId="7C21AFB9" w:rsidR="00E714E3" w:rsidRDefault="00E714E3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5F3E06" w14:textId="7EDCC2FC" w:rsidR="00E714E3" w:rsidRDefault="00E714E3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313DD2" w14:textId="2FA5A56C" w:rsidR="00E714E3" w:rsidRDefault="00E714E3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C7EF96" w14:textId="77777777" w:rsidR="00E714E3" w:rsidRDefault="00E714E3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381447C2" w14:textId="77777777" w:rsidR="004008CC" w:rsidRPr="004008CC" w:rsidRDefault="004008CC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E6AD31" w14:textId="77777777" w:rsidR="001E0A4D" w:rsidRPr="004008CC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8F1E80" w14:textId="77777777" w:rsidR="001E0A4D" w:rsidRPr="004008CC" w:rsidRDefault="001E0A4D" w:rsidP="001E0A4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256D29" w14:textId="77777777" w:rsidR="00E714E3" w:rsidRDefault="00E714E3" w:rsidP="00E714E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Ing. Libor Kuta</w:t>
      </w:r>
    </w:p>
    <w:p w14:paraId="78D97723" w14:textId="77777777" w:rsidR="00E714E3" w:rsidRDefault="00E714E3" w:rsidP="00E714E3">
      <w:pPr>
        <w:spacing w:after="0" w:line="240" w:lineRule="auto"/>
        <w:rPr>
          <w:rFonts w:eastAsia="Calibri" w:cs="Calibri"/>
          <w:lang w:eastAsia="cs-CZ"/>
        </w:rPr>
      </w:pPr>
      <w:r>
        <w:rPr>
          <w:rFonts w:eastAsia="Calibri" w:cs="Calibri"/>
          <w:lang w:eastAsia="cs-CZ"/>
        </w:rPr>
        <w:t>vedoucí oddělení zadávání investic</w:t>
      </w:r>
    </w:p>
    <w:p w14:paraId="49BC713A" w14:textId="77777777" w:rsidR="00E714E3" w:rsidRDefault="00E714E3" w:rsidP="00E714E3">
      <w:pPr>
        <w:spacing w:after="0" w:line="240" w:lineRule="auto"/>
        <w:rPr>
          <w:rFonts w:eastAsia="Calibri" w:cs="Calibri"/>
          <w:lang w:eastAsia="cs-CZ"/>
        </w:rPr>
      </w:pPr>
      <w:r>
        <w:rPr>
          <w:rFonts w:eastAsia="Calibri" w:cs="Calibri"/>
          <w:lang w:eastAsia="cs-CZ"/>
        </w:rPr>
        <w:t>odboru investičního</w:t>
      </w:r>
    </w:p>
    <w:p w14:paraId="5D508D1E" w14:textId="77777777" w:rsidR="00E714E3" w:rsidRDefault="00E714E3" w:rsidP="00E714E3">
      <w:pPr>
        <w:spacing w:after="0" w:line="240" w:lineRule="auto"/>
        <w:rPr>
          <w:rFonts w:eastAsia="Calibri" w:cs="Calibri"/>
          <w:lang w:eastAsia="cs-CZ"/>
        </w:rPr>
      </w:pPr>
      <w:r>
        <w:rPr>
          <w:rFonts w:eastAsia="Calibri" w:cs="Calibri"/>
          <w:lang w:eastAsia="cs-CZ"/>
        </w:rPr>
        <w:t>na základě „Pověření“ č. 1937</w:t>
      </w:r>
    </w:p>
    <w:p w14:paraId="7642A9F0" w14:textId="77777777" w:rsidR="00E714E3" w:rsidRDefault="00E714E3" w:rsidP="00E714E3">
      <w:pPr>
        <w:spacing w:after="0" w:line="240" w:lineRule="auto"/>
        <w:rPr>
          <w:rFonts w:eastAsia="Calibri" w:cs="Calibri"/>
          <w:lang w:eastAsia="cs-CZ"/>
        </w:rPr>
      </w:pPr>
      <w:r>
        <w:rPr>
          <w:rFonts w:eastAsia="Calibri" w:cs="Calibri"/>
          <w:lang w:eastAsia="cs-CZ"/>
        </w:rPr>
        <w:t xml:space="preserve">ze dne </w:t>
      </w:r>
      <w:proofErr w:type="gramStart"/>
      <w:r>
        <w:rPr>
          <w:rFonts w:eastAsia="Calibri" w:cs="Calibri"/>
          <w:lang w:eastAsia="cs-CZ"/>
        </w:rPr>
        <w:t>02.07.2015</w:t>
      </w:r>
      <w:proofErr w:type="gramEnd"/>
    </w:p>
    <w:p w14:paraId="767E478F" w14:textId="77777777" w:rsidR="00E714E3" w:rsidRDefault="00E714E3" w:rsidP="00E714E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rFonts w:eastAsia="Calibri" w:cs="Calibri"/>
          <w:lang w:eastAsia="cs-CZ"/>
        </w:rPr>
        <w:t>Správa železnic, státní organizace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658C1E07" w14:textId="77777777" w:rsidR="00E714E3" w:rsidRDefault="00E714E3" w:rsidP="00E714E3">
      <w:pPr>
        <w:pStyle w:val="Textkomente"/>
      </w:pPr>
      <w:r>
        <w:rPr>
          <w:rStyle w:val="Odkaznakoment"/>
        </w:rPr>
        <w:t/>
      </w:r>
      <w:r>
        <w:t>při prodloužení lhůty</w:t>
      </w:r>
    </w:p>
    <w:p w14:paraId="4C62C240" w14:textId="77777777" w:rsidR="001E0A4D" w:rsidRPr="00BD5319" w:rsidRDefault="001E0A4D" w:rsidP="001E0A4D">
      <w:pPr>
        <w:spacing w:after="0" w:line="240" w:lineRule="auto"/>
        <w:rPr>
          <w:rFonts w:eastAsia="Calibri" w:cs="Times New Roman"/>
          <w:lang w:eastAsia="cs-CZ"/>
        </w:rPr>
      </w:pPr>
    </w:p>
    <w:sectPr w:rsidR="001E0A4D" w:rsidRPr="00BD5319" w:rsidSect="00FC6389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6B4A1D1" w16cid:durableId="24AD42A1"/>
  <w16cid:commentId w16cid:paraId="5AB07211" w16cid:durableId="24AD42A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899F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7282C170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F0DB11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98E85" w14:textId="4E4019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2D401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9014A1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1832420" w14:textId="77777777" w:rsidR="00F1715C" w:rsidRDefault="00F1715C" w:rsidP="00D831A3">
          <w:pPr>
            <w:pStyle w:val="Zpat"/>
          </w:pPr>
        </w:p>
      </w:tc>
    </w:tr>
  </w:tbl>
  <w:p w14:paraId="3B4EEA6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B7370E2" wp14:editId="66BE499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9C449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A2E9A" wp14:editId="607A906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D53B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119DD9A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0888AA0" w14:textId="6F046F76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14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14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3AD200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3897147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97B4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BFBA018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7F39AD3B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62B79BA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8DB532C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112A25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2EAB7E6" w14:textId="77777777" w:rsidR="00712ED1" w:rsidRDefault="00712ED1" w:rsidP="00331004">
          <w:pPr>
            <w:pStyle w:val="Zpat"/>
          </w:pPr>
        </w:p>
      </w:tc>
    </w:tr>
  </w:tbl>
  <w:p w14:paraId="6FB3D97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2EB0D0" wp14:editId="3741E0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F67F31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545A68F" wp14:editId="0C13A09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8CF3E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AACF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CC7D1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12C71B4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B2CDAE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F1A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5216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F012D" w14:textId="77777777" w:rsidR="00F1715C" w:rsidRPr="00D6163D" w:rsidRDefault="00F1715C" w:rsidP="00D6163D">
          <w:pPr>
            <w:pStyle w:val="Druhdokumentu"/>
          </w:pPr>
        </w:p>
      </w:tc>
    </w:tr>
  </w:tbl>
  <w:p w14:paraId="72D6118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9CA3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A08BC36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01A930" wp14:editId="2FC4690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CFD5203" wp14:editId="3D40003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716A678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29608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68C6BB" w14:textId="77777777" w:rsidR="00F1715C" w:rsidRPr="00D6163D" w:rsidRDefault="00F1715C" w:rsidP="00FC6389">
          <w:pPr>
            <w:pStyle w:val="Druhdokumentu"/>
          </w:pPr>
        </w:p>
      </w:tc>
    </w:tr>
    <w:tr w:rsidR="00F64786" w14:paraId="01E7A3D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436DFA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2F971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C4EDE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E86332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B558151" wp14:editId="7A4EEEDE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D786458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D65E95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61499B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F367D"/>
    <w:multiLevelType w:val="hybridMultilevel"/>
    <w:tmpl w:val="460A69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FD01A82"/>
    <w:multiLevelType w:val="hybridMultilevel"/>
    <w:tmpl w:val="3384CA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2D30811"/>
    <w:multiLevelType w:val="hybridMultilevel"/>
    <w:tmpl w:val="AA1A52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D5009"/>
    <w:multiLevelType w:val="hybridMultilevel"/>
    <w:tmpl w:val="3D6486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11200"/>
    <w:multiLevelType w:val="hybridMultilevel"/>
    <w:tmpl w:val="564055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0C6203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4DA43FA3"/>
    <w:multiLevelType w:val="hybridMultilevel"/>
    <w:tmpl w:val="333AA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16B84"/>
    <w:multiLevelType w:val="hybridMultilevel"/>
    <w:tmpl w:val="D96CA0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F31C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C5748"/>
    <w:multiLevelType w:val="hybridMultilevel"/>
    <w:tmpl w:val="51B2A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397611"/>
    <w:multiLevelType w:val="hybridMultilevel"/>
    <w:tmpl w:val="7E8AD7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A62652"/>
    <w:multiLevelType w:val="hybridMultilevel"/>
    <w:tmpl w:val="5B846B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572368"/>
    <w:multiLevelType w:val="hybridMultilevel"/>
    <w:tmpl w:val="132270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12D2E"/>
    <w:multiLevelType w:val="hybridMultilevel"/>
    <w:tmpl w:val="68367D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A6527"/>
    <w:multiLevelType w:val="hybridMultilevel"/>
    <w:tmpl w:val="C58659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03D8C"/>
    <w:multiLevelType w:val="hybridMultilevel"/>
    <w:tmpl w:val="399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ABCF212">
      <w:start w:val="1"/>
      <w:numFmt w:val="lowerLetter"/>
      <w:lvlText w:val="%2."/>
      <w:lvlJc w:val="left"/>
      <w:pPr>
        <w:ind w:left="907" w:hanging="283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48C62E4"/>
    <w:multiLevelType w:val="hybridMultilevel"/>
    <w:tmpl w:val="0922A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2"/>
  </w:num>
  <w:num w:numId="5">
    <w:abstractNumId w:val="0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9"/>
  </w:num>
  <w:num w:numId="11">
    <w:abstractNumId w:val="19"/>
  </w:num>
  <w:num w:numId="12">
    <w:abstractNumId w:val="21"/>
  </w:num>
  <w:num w:numId="13">
    <w:abstractNumId w:val="14"/>
  </w:num>
  <w:num w:numId="14">
    <w:abstractNumId w:val="20"/>
  </w:num>
  <w:num w:numId="15">
    <w:abstractNumId w:val="17"/>
  </w:num>
  <w:num w:numId="16">
    <w:abstractNumId w:val="16"/>
  </w:num>
  <w:num w:numId="17">
    <w:abstractNumId w:val="12"/>
  </w:num>
  <w:num w:numId="18">
    <w:abstractNumId w:val="23"/>
  </w:num>
  <w:num w:numId="19">
    <w:abstractNumId w:val="10"/>
  </w:num>
  <w:num w:numId="20">
    <w:abstractNumId w:val="8"/>
  </w:num>
  <w:num w:numId="21">
    <w:abstractNumId w:val="13"/>
  </w:num>
  <w:num w:numId="22">
    <w:abstractNumId w:val="1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24931"/>
    <w:rsid w:val="00033432"/>
    <w:rsid w:val="000335CC"/>
    <w:rsid w:val="00072C1E"/>
    <w:rsid w:val="000841A4"/>
    <w:rsid w:val="00097521"/>
    <w:rsid w:val="000B3A82"/>
    <w:rsid w:val="000B6C7E"/>
    <w:rsid w:val="000B7907"/>
    <w:rsid w:val="000C0429"/>
    <w:rsid w:val="000C45E8"/>
    <w:rsid w:val="000F1EA3"/>
    <w:rsid w:val="000F3B3A"/>
    <w:rsid w:val="00114472"/>
    <w:rsid w:val="001364C2"/>
    <w:rsid w:val="00170EC5"/>
    <w:rsid w:val="001747C1"/>
    <w:rsid w:val="0018596A"/>
    <w:rsid w:val="001B69C2"/>
    <w:rsid w:val="001C0AAB"/>
    <w:rsid w:val="001C4DA0"/>
    <w:rsid w:val="001C55A9"/>
    <w:rsid w:val="001E0A4D"/>
    <w:rsid w:val="00207DF5"/>
    <w:rsid w:val="00267369"/>
    <w:rsid w:val="0026785D"/>
    <w:rsid w:val="002812B2"/>
    <w:rsid w:val="00292E82"/>
    <w:rsid w:val="00293B60"/>
    <w:rsid w:val="002C31BF"/>
    <w:rsid w:val="002E0CD7"/>
    <w:rsid w:val="002F026B"/>
    <w:rsid w:val="00305EFB"/>
    <w:rsid w:val="00324FF4"/>
    <w:rsid w:val="00331BA0"/>
    <w:rsid w:val="00357BC6"/>
    <w:rsid w:val="0037111D"/>
    <w:rsid w:val="003756B9"/>
    <w:rsid w:val="003956C6"/>
    <w:rsid w:val="003A56D9"/>
    <w:rsid w:val="003C0B6D"/>
    <w:rsid w:val="003D27A4"/>
    <w:rsid w:val="003E6B9A"/>
    <w:rsid w:val="003E75CE"/>
    <w:rsid w:val="004008CC"/>
    <w:rsid w:val="0041380F"/>
    <w:rsid w:val="00414531"/>
    <w:rsid w:val="00425A2C"/>
    <w:rsid w:val="00450F07"/>
    <w:rsid w:val="004533FD"/>
    <w:rsid w:val="00453CD3"/>
    <w:rsid w:val="00455BC7"/>
    <w:rsid w:val="00460660"/>
    <w:rsid w:val="00460CCB"/>
    <w:rsid w:val="004645D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60F8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818"/>
    <w:rsid w:val="00596C7E"/>
    <w:rsid w:val="005A3939"/>
    <w:rsid w:val="005A5F24"/>
    <w:rsid w:val="005A64E9"/>
    <w:rsid w:val="005B5E78"/>
    <w:rsid w:val="005B5EE9"/>
    <w:rsid w:val="005F0499"/>
    <w:rsid w:val="006104F6"/>
    <w:rsid w:val="0061068E"/>
    <w:rsid w:val="00610952"/>
    <w:rsid w:val="00660AD3"/>
    <w:rsid w:val="006758C9"/>
    <w:rsid w:val="006A03A0"/>
    <w:rsid w:val="006A5570"/>
    <w:rsid w:val="006A689C"/>
    <w:rsid w:val="006B3D79"/>
    <w:rsid w:val="006B3DF8"/>
    <w:rsid w:val="006E0578"/>
    <w:rsid w:val="006E314D"/>
    <w:rsid w:val="006E7F06"/>
    <w:rsid w:val="006F112A"/>
    <w:rsid w:val="007061A0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21258"/>
    <w:rsid w:val="008576DB"/>
    <w:rsid w:val="00891334"/>
    <w:rsid w:val="008A3568"/>
    <w:rsid w:val="008D03B9"/>
    <w:rsid w:val="008F18D6"/>
    <w:rsid w:val="008F4D3C"/>
    <w:rsid w:val="008F7194"/>
    <w:rsid w:val="00904780"/>
    <w:rsid w:val="009113A8"/>
    <w:rsid w:val="00922385"/>
    <w:rsid w:val="009223DF"/>
    <w:rsid w:val="00936091"/>
    <w:rsid w:val="00940D8A"/>
    <w:rsid w:val="00962258"/>
    <w:rsid w:val="00966ED1"/>
    <w:rsid w:val="009678B7"/>
    <w:rsid w:val="00982411"/>
    <w:rsid w:val="00992D9C"/>
    <w:rsid w:val="00996CB8"/>
    <w:rsid w:val="009A7568"/>
    <w:rsid w:val="009B1EE8"/>
    <w:rsid w:val="009B2E97"/>
    <w:rsid w:val="009B3C69"/>
    <w:rsid w:val="009B72CC"/>
    <w:rsid w:val="009E07F4"/>
    <w:rsid w:val="009F392E"/>
    <w:rsid w:val="00A114A3"/>
    <w:rsid w:val="00A30734"/>
    <w:rsid w:val="00A31D78"/>
    <w:rsid w:val="00A44328"/>
    <w:rsid w:val="00A5527C"/>
    <w:rsid w:val="00A6177B"/>
    <w:rsid w:val="00A63E76"/>
    <w:rsid w:val="00A66136"/>
    <w:rsid w:val="00A7498B"/>
    <w:rsid w:val="00A975C1"/>
    <w:rsid w:val="00AA4CBB"/>
    <w:rsid w:val="00AA65FA"/>
    <w:rsid w:val="00AA7351"/>
    <w:rsid w:val="00AB19DA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5941"/>
    <w:rsid w:val="00BB3740"/>
    <w:rsid w:val="00BC78AB"/>
    <w:rsid w:val="00BD5319"/>
    <w:rsid w:val="00BD7E91"/>
    <w:rsid w:val="00BF374D"/>
    <w:rsid w:val="00BF6D48"/>
    <w:rsid w:val="00C02D0A"/>
    <w:rsid w:val="00C03A6E"/>
    <w:rsid w:val="00C30759"/>
    <w:rsid w:val="00C43402"/>
    <w:rsid w:val="00C44F6A"/>
    <w:rsid w:val="00C63C1C"/>
    <w:rsid w:val="00C64481"/>
    <w:rsid w:val="00C727E5"/>
    <w:rsid w:val="00C8207D"/>
    <w:rsid w:val="00CB2C8B"/>
    <w:rsid w:val="00CB7B5A"/>
    <w:rsid w:val="00CC1E2B"/>
    <w:rsid w:val="00CD1FC4"/>
    <w:rsid w:val="00CE371D"/>
    <w:rsid w:val="00CF64C2"/>
    <w:rsid w:val="00D02A4D"/>
    <w:rsid w:val="00D21061"/>
    <w:rsid w:val="00D316A7"/>
    <w:rsid w:val="00D4108E"/>
    <w:rsid w:val="00D553F4"/>
    <w:rsid w:val="00D6163D"/>
    <w:rsid w:val="00D63009"/>
    <w:rsid w:val="00D831A3"/>
    <w:rsid w:val="00D902AD"/>
    <w:rsid w:val="00DA2DFF"/>
    <w:rsid w:val="00DA6FFE"/>
    <w:rsid w:val="00DC3110"/>
    <w:rsid w:val="00DD155B"/>
    <w:rsid w:val="00DD46F3"/>
    <w:rsid w:val="00DD58A6"/>
    <w:rsid w:val="00DE56F2"/>
    <w:rsid w:val="00DE779A"/>
    <w:rsid w:val="00DF116D"/>
    <w:rsid w:val="00E10710"/>
    <w:rsid w:val="00E21C89"/>
    <w:rsid w:val="00E63464"/>
    <w:rsid w:val="00E714E3"/>
    <w:rsid w:val="00E824F1"/>
    <w:rsid w:val="00EB104F"/>
    <w:rsid w:val="00ED14BD"/>
    <w:rsid w:val="00ED5578"/>
    <w:rsid w:val="00EF5FDE"/>
    <w:rsid w:val="00F01440"/>
    <w:rsid w:val="00F12DEC"/>
    <w:rsid w:val="00F1715C"/>
    <w:rsid w:val="00F310F8"/>
    <w:rsid w:val="00F35939"/>
    <w:rsid w:val="00F36F0A"/>
    <w:rsid w:val="00F45607"/>
    <w:rsid w:val="00F46238"/>
    <w:rsid w:val="00F64786"/>
    <w:rsid w:val="00F659EB"/>
    <w:rsid w:val="00F804A7"/>
    <w:rsid w:val="00F862D6"/>
    <w:rsid w:val="00F86BA6"/>
    <w:rsid w:val="00F87994"/>
    <w:rsid w:val="00FC6389"/>
    <w:rsid w:val="00FD2F51"/>
    <w:rsid w:val="00FE26FA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6F089E9"/>
  <w14:defaultImageDpi w14:val="32767"/>
  <w15:docId w15:val="{24755BB4-AFEC-4838-A2B5-22713DB18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B60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estnikverejnychzakazek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05D20F-F9D8-4E36-A8D8-A65A7DFF2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155</TotalTime>
  <Pages>4</Pages>
  <Words>648</Words>
  <Characters>3830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31</cp:revision>
  <cp:lastPrinted>2021-07-27T13:14:00Z</cp:lastPrinted>
  <dcterms:created xsi:type="dcterms:W3CDTF">2021-07-26T09:12:00Z</dcterms:created>
  <dcterms:modified xsi:type="dcterms:W3CDTF">2021-08-02T12:55:00Z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